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DB3A" w14:textId="77777777" w:rsidR="009A442C" w:rsidRPr="00E960BB" w:rsidRDefault="009A442C" w:rsidP="009A442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F9CFAB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4A972D" w14:textId="3F80541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6AC0">
        <w:rPr>
          <w:rFonts w:ascii="Corbel" w:hAnsi="Corbel"/>
          <w:i/>
          <w:smallCaps/>
          <w:sz w:val="24"/>
          <w:szCs w:val="24"/>
        </w:rPr>
        <w:t>20</w:t>
      </w:r>
      <w:r w:rsidR="00E75511">
        <w:rPr>
          <w:rFonts w:ascii="Corbel" w:hAnsi="Corbel"/>
          <w:i/>
          <w:smallCaps/>
          <w:sz w:val="24"/>
          <w:szCs w:val="24"/>
        </w:rPr>
        <w:t>19</w:t>
      </w:r>
      <w:r w:rsidR="002F328E">
        <w:rPr>
          <w:rFonts w:ascii="Corbel" w:hAnsi="Corbel"/>
          <w:i/>
          <w:smallCaps/>
          <w:sz w:val="24"/>
          <w:szCs w:val="24"/>
        </w:rPr>
        <w:t>-202</w:t>
      </w:r>
      <w:r w:rsidR="00E75511">
        <w:rPr>
          <w:rFonts w:ascii="Corbel" w:hAnsi="Corbel"/>
          <w:i/>
          <w:smallCaps/>
          <w:sz w:val="24"/>
          <w:szCs w:val="24"/>
        </w:rPr>
        <w:t>2</w:t>
      </w:r>
    </w:p>
    <w:p w14:paraId="6C96A26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9E0B8B5" w14:textId="300627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C6AC0">
        <w:rPr>
          <w:rFonts w:ascii="Corbel" w:hAnsi="Corbel"/>
          <w:sz w:val="20"/>
          <w:szCs w:val="20"/>
        </w:rPr>
        <w:t>20</w:t>
      </w:r>
      <w:r w:rsidR="00E75511">
        <w:rPr>
          <w:rFonts w:ascii="Corbel" w:hAnsi="Corbel"/>
          <w:sz w:val="20"/>
          <w:szCs w:val="20"/>
        </w:rPr>
        <w:t>19</w:t>
      </w:r>
      <w:r w:rsidR="005C6AC0">
        <w:rPr>
          <w:rFonts w:ascii="Corbel" w:hAnsi="Corbel"/>
          <w:sz w:val="20"/>
          <w:szCs w:val="20"/>
        </w:rPr>
        <w:t>-202</w:t>
      </w:r>
      <w:r w:rsidR="00E75511">
        <w:rPr>
          <w:rFonts w:ascii="Corbel" w:hAnsi="Corbel"/>
          <w:sz w:val="20"/>
          <w:szCs w:val="20"/>
        </w:rPr>
        <w:t>0</w:t>
      </w:r>
    </w:p>
    <w:p w14:paraId="6D1AE4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C1A5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234384" w14:textId="77777777" w:rsidTr="00B819C8">
        <w:tc>
          <w:tcPr>
            <w:tcW w:w="2694" w:type="dxa"/>
            <w:vAlign w:val="center"/>
          </w:tcPr>
          <w:p w14:paraId="0EE565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71A713" w14:textId="77777777"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wiedzy o rozwoju biopsychicznym człowieka w cyklu życia</w:t>
            </w:r>
          </w:p>
        </w:tc>
      </w:tr>
      <w:tr w:rsidR="0085747A" w:rsidRPr="009C54AE" w14:paraId="315ED96B" w14:textId="77777777" w:rsidTr="00B819C8">
        <w:tc>
          <w:tcPr>
            <w:tcW w:w="2694" w:type="dxa"/>
            <w:vAlign w:val="center"/>
          </w:tcPr>
          <w:p w14:paraId="73E200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BA752" w14:textId="6533455D"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P1S[1]</w:t>
            </w:r>
            <w:r w:rsidR="00957A34">
              <w:rPr>
                <w:rFonts w:ascii="Corbel" w:hAnsi="Corbel"/>
                <w:b w:val="0"/>
                <w:color w:val="auto"/>
                <w:sz w:val="24"/>
                <w:szCs w:val="24"/>
              </w:rPr>
              <w:t>0</w:t>
            </w: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_08</w:t>
            </w:r>
          </w:p>
        </w:tc>
      </w:tr>
      <w:tr w:rsidR="0085747A" w:rsidRPr="009C54AE" w14:paraId="141529F2" w14:textId="77777777" w:rsidTr="00B819C8">
        <w:tc>
          <w:tcPr>
            <w:tcW w:w="2694" w:type="dxa"/>
            <w:vAlign w:val="center"/>
          </w:tcPr>
          <w:p w14:paraId="1EC7B58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8C3689" w14:textId="77777777"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91C35" w14:textId="77777777" w:rsidTr="00B819C8">
        <w:tc>
          <w:tcPr>
            <w:tcW w:w="2694" w:type="dxa"/>
            <w:vAlign w:val="center"/>
          </w:tcPr>
          <w:p w14:paraId="0AF6EC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D31E95" w14:textId="77777777"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328E" w:rsidRPr="009C54AE" w14:paraId="7266D5D2" w14:textId="77777777" w:rsidTr="00B819C8">
        <w:tc>
          <w:tcPr>
            <w:tcW w:w="2694" w:type="dxa"/>
            <w:vAlign w:val="center"/>
          </w:tcPr>
          <w:p w14:paraId="7ACC1489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3CD29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2F328E" w:rsidRPr="009C54AE" w14:paraId="0BB3B4E7" w14:textId="77777777" w:rsidTr="00B819C8">
        <w:tc>
          <w:tcPr>
            <w:tcW w:w="2694" w:type="dxa"/>
            <w:vAlign w:val="center"/>
          </w:tcPr>
          <w:p w14:paraId="6E25CEA0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74D247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2F328E" w:rsidRPr="009C54AE" w14:paraId="6EA65F12" w14:textId="77777777" w:rsidTr="00B819C8">
        <w:tc>
          <w:tcPr>
            <w:tcW w:w="2694" w:type="dxa"/>
            <w:vAlign w:val="center"/>
          </w:tcPr>
          <w:p w14:paraId="082FC3DC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7C68" w14:textId="5C77A6DF" w:rsidR="002F328E" w:rsidRPr="002F328E" w:rsidRDefault="00957A3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F328E" w:rsidRPr="009C54AE" w14:paraId="7F7E6065" w14:textId="77777777" w:rsidTr="00B819C8">
        <w:tc>
          <w:tcPr>
            <w:tcW w:w="2694" w:type="dxa"/>
            <w:vAlign w:val="center"/>
          </w:tcPr>
          <w:p w14:paraId="7F9A25B4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A5677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2F328E" w:rsidRPr="009C54AE" w14:paraId="082C7780" w14:textId="77777777" w:rsidTr="00B819C8">
        <w:tc>
          <w:tcPr>
            <w:tcW w:w="2694" w:type="dxa"/>
            <w:vAlign w:val="center"/>
          </w:tcPr>
          <w:p w14:paraId="2E44F6AF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B851F2" w14:textId="77777777" w:rsidR="002F328E" w:rsidRPr="002F328E" w:rsidRDefault="002F328E" w:rsidP="005C6A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F328E" w:rsidRPr="009C54AE" w14:paraId="64E93542" w14:textId="77777777" w:rsidTr="00B819C8">
        <w:tc>
          <w:tcPr>
            <w:tcW w:w="2694" w:type="dxa"/>
            <w:vAlign w:val="center"/>
          </w:tcPr>
          <w:p w14:paraId="2CF12106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8CAD8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2F328E" w:rsidRPr="009C54AE" w14:paraId="7B597D65" w14:textId="77777777" w:rsidTr="00B819C8">
        <w:tc>
          <w:tcPr>
            <w:tcW w:w="2694" w:type="dxa"/>
            <w:vAlign w:val="center"/>
          </w:tcPr>
          <w:p w14:paraId="61AD076E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02FABA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2F328E" w:rsidRPr="009C54AE" w14:paraId="1EA6469B" w14:textId="77777777" w:rsidTr="00B819C8">
        <w:tc>
          <w:tcPr>
            <w:tcW w:w="2694" w:type="dxa"/>
            <w:vAlign w:val="center"/>
          </w:tcPr>
          <w:p w14:paraId="332C8500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F72DD6" w14:textId="29E08D7A" w:rsidR="002F328E" w:rsidRPr="002F328E" w:rsidRDefault="00C21DC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Rogóż</w:t>
            </w:r>
            <w:proofErr w:type="spellEnd"/>
          </w:p>
        </w:tc>
      </w:tr>
      <w:tr w:rsidR="002F328E" w:rsidRPr="009C54AE" w14:paraId="30DC6FFC" w14:textId="77777777" w:rsidTr="00B819C8">
        <w:tc>
          <w:tcPr>
            <w:tcW w:w="2694" w:type="dxa"/>
            <w:vAlign w:val="center"/>
          </w:tcPr>
          <w:p w14:paraId="6BEF764E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A91E9" w14:textId="14412182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3C0F6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B5ED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620EF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E505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57FF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DA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5BDA4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3E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A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CE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E6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2B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D5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E6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D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709C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B6FC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B180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27B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2B0B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F8C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8B1D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A071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DEC7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5F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4A7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379A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1CB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C0B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C737D" w14:textId="77777777" w:rsidR="0085747A" w:rsidRPr="009C54AE" w:rsidRDefault="002F32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976D1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4197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A4C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06869F" w14:textId="77777777" w:rsidR="005C6AC0" w:rsidRPr="00E715F2" w:rsidRDefault="002F328E" w:rsidP="005C6AC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tab/>
      </w:r>
      <w:r w:rsidR="005C6AC0">
        <w:rPr>
          <w:rFonts w:ascii="Corbel" w:hAnsi="Corbel"/>
          <w:b w:val="0"/>
          <w:smallCaps w:val="0"/>
          <w:szCs w:val="24"/>
        </w:rPr>
        <w:t xml:space="preserve">Wykłady – egzamin pisemny </w:t>
      </w:r>
    </w:p>
    <w:p w14:paraId="3B6768B7" w14:textId="77777777" w:rsidR="005C6AC0" w:rsidRPr="00E715F2" w:rsidRDefault="005C6AC0" w:rsidP="005C6A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E715F2">
        <w:rPr>
          <w:rFonts w:ascii="Corbel" w:hAnsi="Corbel"/>
          <w:b w:val="0"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>audytoryjne – zaliczenie z oceną</w:t>
      </w:r>
    </w:p>
    <w:p w14:paraId="0928FDFD" w14:textId="77777777" w:rsidR="009C54AE" w:rsidRPr="002F32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48DA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B291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E49734" w14:textId="77777777" w:rsidTr="00745302">
        <w:tc>
          <w:tcPr>
            <w:tcW w:w="9670" w:type="dxa"/>
          </w:tcPr>
          <w:p w14:paraId="6DC446FF" w14:textId="77777777" w:rsidR="0085747A" w:rsidRPr="009C54AE" w:rsidRDefault="005C6AC0" w:rsidP="007B66E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genetyki, anatomii i fizjologii człowieka na poziomie szkoły średniej.</w:t>
            </w:r>
          </w:p>
        </w:tc>
      </w:tr>
    </w:tbl>
    <w:p w14:paraId="6589756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694C7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A6D0C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A4964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25BA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5C6AC0" w:rsidRPr="00AF4A52" w14:paraId="78686181" w14:textId="77777777" w:rsidTr="005C6AC0">
        <w:tc>
          <w:tcPr>
            <w:tcW w:w="675" w:type="dxa"/>
            <w:vAlign w:val="center"/>
          </w:tcPr>
          <w:p w14:paraId="1C6E780A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4FFE7B1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oraz odchyleniami rozwoju biologicznego oraz dojrzewania psychicznego człowieka w ujęciu wieloaspektowym, a także z czynnikami endogennymi i egzogennymi kształtującymi rozwój osobniczy. </w:t>
            </w:r>
          </w:p>
        </w:tc>
      </w:tr>
      <w:tr w:rsidR="005C6AC0" w:rsidRPr="00AF4A52" w14:paraId="2AF4E2A0" w14:textId="77777777" w:rsidTr="005C6AC0">
        <w:tc>
          <w:tcPr>
            <w:tcW w:w="675" w:type="dxa"/>
            <w:vAlign w:val="center"/>
          </w:tcPr>
          <w:p w14:paraId="57717F1C" w14:textId="77777777" w:rsidR="005C6AC0" w:rsidRPr="00FE5CC4" w:rsidRDefault="005C6AC0" w:rsidP="00180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E5C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82628B8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Charakterystyka poszczególnych etapów rozwojowych człowieka w ujęciu biologicznym, psychologicznym, społecznym.</w:t>
            </w:r>
          </w:p>
        </w:tc>
      </w:tr>
      <w:tr w:rsidR="005C6AC0" w:rsidRPr="00AF4A52" w14:paraId="51843A27" w14:textId="77777777" w:rsidTr="005C6AC0">
        <w:tc>
          <w:tcPr>
            <w:tcW w:w="675" w:type="dxa"/>
            <w:vAlign w:val="center"/>
          </w:tcPr>
          <w:p w14:paraId="0FA6EE6B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2152DA1" w14:textId="77777777" w:rsidR="005C6AC0" w:rsidRPr="00FE5CC4" w:rsidRDefault="005C6AC0" w:rsidP="005C6A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anatomią i fizjologią układu nerwowego, jego patologiami, wpływem na zachowanie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C6AC0" w:rsidRPr="00AF4A52" w14:paraId="18EF381D" w14:textId="77777777" w:rsidTr="005C6AC0">
        <w:tc>
          <w:tcPr>
            <w:tcW w:w="675" w:type="dxa"/>
            <w:vAlign w:val="center"/>
          </w:tcPr>
          <w:p w14:paraId="58B7BAA4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B800291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wybranymi zagadnieniami związanymi z budową i funkcjonowaniem układu rozrodczego oraz hormonalnego.</w:t>
            </w:r>
          </w:p>
        </w:tc>
      </w:tr>
      <w:tr w:rsidR="005C6AC0" w:rsidRPr="00AF4A52" w14:paraId="54DB378D" w14:textId="77777777" w:rsidTr="005C6AC0">
        <w:tc>
          <w:tcPr>
            <w:tcW w:w="675" w:type="dxa"/>
            <w:vAlign w:val="center"/>
          </w:tcPr>
          <w:p w14:paraId="2C48764C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72EEF934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Przekazanie elementarnej wiedzy o możliwościach badań nad rozwojem biologicznym i psychicznym człowieka.</w:t>
            </w:r>
          </w:p>
        </w:tc>
      </w:tr>
      <w:tr w:rsidR="005C6AC0" w:rsidRPr="00AF4A52" w14:paraId="329AEED8" w14:textId="77777777" w:rsidTr="005C6AC0">
        <w:tc>
          <w:tcPr>
            <w:tcW w:w="675" w:type="dxa"/>
            <w:vAlign w:val="center"/>
          </w:tcPr>
          <w:p w14:paraId="78EEF935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2DB500F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refleksji nad rozwojem człowieka (zwłaszcza dzieci), własnym zdrowiem i trybem życia (zwłaszcza kobiet ciężarnych), a także pozycją i samopoczuciem osób starszych.</w:t>
            </w:r>
          </w:p>
        </w:tc>
      </w:tr>
      <w:tr w:rsidR="005C6AC0" w:rsidRPr="00AF4A52" w14:paraId="0262F430" w14:textId="77777777" w:rsidTr="005C6AC0">
        <w:tc>
          <w:tcPr>
            <w:tcW w:w="675" w:type="dxa"/>
            <w:vAlign w:val="center"/>
          </w:tcPr>
          <w:p w14:paraId="7CC9B26E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60CF0E42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samodzielnego studiowania literatury fachowej.</w:t>
            </w:r>
          </w:p>
        </w:tc>
      </w:tr>
    </w:tbl>
    <w:p w14:paraId="293E92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8FD9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A1154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A3F219E" w14:textId="77777777" w:rsidTr="0071620A">
        <w:tc>
          <w:tcPr>
            <w:tcW w:w="1701" w:type="dxa"/>
            <w:vAlign w:val="center"/>
          </w:tcPr>
          <w:p w14:paraId="03BA3B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776D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B0F8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DA2" w:rsidRPr="009C54AE" w14:paraId="2C6BC50E" w14:textId="77777777" w:rsidTr="009418E0">
        <w:tc>
          <w:tcPr>
            <w:tcW w:w="1701" w:type="dxa"/>
          </w:tcPr>
          <w:p w14:paraId="32F957E2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AD3665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 xml:space="preserve">Rozróżnia i opisuje etapy rozwoju człowieka w cyklu życia w aspekcie biologicznym, psychologicznym oraz społecznym. </w:t>
            </w:r>
          </w:p>
        </w:tc>
        <w:tc>
          <w:tcPr>
            <w:tcW w:w="1873" w:type="dxa"/>
          </w:tcPr>
          <w:p w14:paraId="6A0C8A7E" w14:textId="77777777" w:rsid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5,</w:t>
            </w:r>
          </w:p>
          <w:p w14:paraId="7E2A00C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0D384EAE" w14:textId="77777777" w:rsidTr="009418E0">
        <w:tc>
          <w:tcPr>
            <w:tcW w:w="1701" w:type="dxa"/>
          </w:tcPr>
          <w:p w14:paraId="3D7374F1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115A06A3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 xml:space="preserve">Wskazuje czynniki wpływające na rozwój człowieka. </w:t>
            </w:r>
          </w:p>
        </w:tc>
        <w:tc>
          <w:tcPr>
            <w:tcW w:w="1873" w:type="dxa"/>
          </w:tcPr>
          <w:p w14:paraId="45BD60D3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51610A3A" w14:textId="77777777" w:rsidTr="009418E0">
        <w:tc>
          <w:tcPr>
            <w:tcW w:w="1701" w:type="dxa"/>
          </w:tcPr>
          <w:p w14:paraId="442F1C63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E60DE20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Rozpoznaje zagrożenia dla prawidłowego rozwoju człowieka w różnych fazach życia.</w:t>
            </w:r>
          </w:p>
        </w:tc>
        <w:tc>
          <w:tcPr>
            <w:tcW w:w="1873" w:type="dxa"/>
          </w:tcPr>
          <w:p w14:paraId="45365B8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57692426" w14:textId="77777777" w:rsidTr="009418E0">
        <w:tc>
          <w:tcPr>
            <w:tcW w:w="1701" w:type="dxa"/>
          </w:tcPr>
          <w:p w14:paraId="12D22CEA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411B852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Rozróżnia koncepcje dotyczące rozwoju psychicznego.</w:t>
            </w:r>
          </w:p>
        </w:tc>
        <w:tc>
          <w:tcPr>
            <w:tcW w:w="1873" w:type="dxa"/>
          </w:tcPr>
          <w:p w14:paraId="56D8D4D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4AAB6EBE" w14:textId="77777777" w:rsidTr="009418E0">
        <w:tc>
          <w:tcPr>
            <w:tcW w:w="1701" w:type="dxa"/>
          </w:tcPr>
          <w:p w14:paraId="779CB7EB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5248A4B6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Dobiera metodę badawczą do planowanych badań nad rozwojem człowieka.</w:t>
            </w:r>
          </w:p>
        </w:tc>
        <w:tc>
          <w:tcPr>
            <w:tcW w:w="1873" w:type="dxa"/>
          </w:tcPr>
          <w:p w14:paraId="47E3BB26" w14:textId="77777777" w:rsidR="006E1DA2" w:rsidRP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068F8344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14:paraId="2DC43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1290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3091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57BA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D61A" w14:textId="77777777" w:rsidTr="00923D7D">
        <w:tc>
          <w:tcPr>
            <w:tcW w:w="9639" w:type="dxa"/>
          </w:tcPr>
          <w:p w14:paraId="6187641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14:paraId="2C9309EA" w14:textId="77777777" w:rsidTr="00923D7D">
        <w:tc>
          <w:tcPr>
            <w:tcW w:w="9639" w:type="dxa"/>
          </w:tcPr>
          <w:p w14:paraId="2DDA58F2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1. Wprowadzenie do problematyki rozwoju biopsychicznego człowieka w cyklu życia.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ontogenetyczny i filogenetyczny.</w:t>
            </w:r>
          </w:p>
        </w:tc>
      </w:tr>
      <w:tr w:rsidR="005C6AC0" w:rsidRPr="009C54AE" w14:paraId="5CE9C3AF" w14:textId="77777777" w:rsidTr="00923D7D">
        <w:tc>
          <w:tcPr>
            <w:tcW w:w="9639" w:type="dxa"/>
          </w:tcPr>
          <w:p w14:paraId="1FF03339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lastRenderedPageBreak/>
              <w:t>2.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Pojęcie rozwoju i zmiany rozwojowej. Aspekty rozwoju.</w:t>
            </w:r>
          </w:p>
        </w:tc>
      </w:tr>
      <w:tr w:rsidR="005C6AC0" w:rsidRPr="009C54AE" w14:paraId="4B84CBF6" w14:textId="77777777" w:rsidTr="00923D7D">
        <w:tc>
          <w:tcPr>
            <w:tcW w:w="9639" w:type="dxa"/>
          </w:tcPr>
          <w:p w14:paraId="0F04F056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3.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Endogenne i egzogenne czynniki rozwoju osobniczego człowieka. Udział rodziny i wpływ kultury. Rozwój biologiczny człowieka a przemiany międzypokoleniowe.</w:t>
            </w:r>
          </w:p>
        </w:tc>
      </w:tr>
      <w:tr w:rsidR="005C6AC0" w:rsidRPr="009C54AE" w14:paraId="2A535FB1" w14:textId="77777777" w:rsidTr="00923D7D">
        <w:tc>
          <w:tcPr>
            <w:tcW w:w="9639" w:type="dxa"/>
          </w:tcPr>
          <w:p w14:paraId="4091897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Układ nerwowy – budowa i wpływ na funkcjonowanie organizmu. Rozwój i plastyczność układu nerwowego. Uczenie się i pamięć w ujęciu biologicznym.</w:t>
            </w:r>
          </w:p>
        </w:tc>
      </w:tr>
      <w:tr w:rsidR="005C6AC0" w:rsidRPr="009C54AE" w14:paraId="76A976BE" w14:textId="77777777" w:rsidTr="00923D7D">
        <w:tc>
          <w:tcPr>
            <w:tcW w:w="9639" w:type="dxa"/>
          </w:tcPr>
          <w:p w14:paraId="5B8ACB63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>. Układ płciowy i hormonalny – budowa i wpływ na funkcjonowanie organizmu.</w:t>
            </w:r>
          </w:p>
        </w:tc>
      </w:tr>
      <w:tr w:rsidR="005C6AC0" w:rsidRPr="009C54AE" w14:paraId="72847B06" w14:textId="77777777" w:rsidTr="00923D7D">
        <w:tc>
          <w:tcPr>
            <w:tcW w:w="9639" w:type="dxa"/>
          </w:tcPr>
          <w:p w14:paraId="5E3D58CC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psychiczny człowieka i jego prawidłowości, różnice indywidualne.</w:t>
            </w:r>
          </w:p>
        </w:tc>
      </w:tr>
      <w:tr w:rsidR="005C6AC0" w:rsidRPr="009C54AE" w14:paraId="7B95D423" w14:textId="77777777" w:rsidTr="00923D7D">
        <w:tc>
          <w:tcPr>
            <w:tcW w:w="9639" w:type="dxa"/>
          </w:tcPr>
          <w:p w14:paraId="5F708B1E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Wybrane koncepcje i teorie dotyczące rozwoju psychicznego człowieka.</w:t>
            </w:r>
          </w:p>
        </w:tc>
      </w:tr>
      <w:tr w:rsidR="005C6AC0" w:rsidRPr="009C54AE" w14:paraId="78909EAA" w14:textId="77777777" w:rsidTr="00923D7D">
        <w:tc>
          <w:tcPr>
            <w:tcW w:w="9639" w:type="dxa"/>
          </w:tcPr>
          <w:p w14:paraId="3DF8458A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Badania nad rozwojem biologicznym i psychicznym człowieka.</w:t>
            </w:r>
          </w:p>
        </w:tc>
      </w:tr>
    </w:tbl>
    <w:p w14:paraId="5F23D0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AED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6B4F9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C8AC8F" w14:textId="77777777" w:rsidTr="00923D7D">
        <w:tc>
          <w:tcPr>
            <w:tcW w:w="9639" w:type="dxa"/>
          </w:tcPr>
          <w:p w14:paraId="03DA24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14:paraId="1A8E0D35" w14:textId="77777777" w:rsidTr="00AB6776">
        <w:tc>
          <w:tcPr>
            <w:tcW w:w="9639" w:type="dxa"/>
          </w:tcPr>
          <w:p w14:paraId="4790D6D2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Podział ontogenezy.</w:t>
            </w:r>
          </w:p>
        </w:tc>
      </w:tr>
      <w:tr w:rsidR="005C6AC0" w:rsidRPr="009C54AE" w14:paraId="722C720C" w14:textId="77777777" w:rsidTr="00AB6776">
        <w:tc>
          <w:tcPr>
            <w:tcW w:w="9639" w:type="dxa"/>
          </w:tcPr>
          <w:p w14:paraId="569D78B4" w14:textId="77777777" w:rsidR="005C6AC0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Charakterystyka rozwoju człowieka w okresie prenatalnym. Narodziny i okres noworodkowy.</w:t>
            </w:r>
          </w:p>
        </w:tc>
      </w:tr>
      <w:tr w:rsidR="005C6AC0" w:rsidRPr="009C54AE" w14:paraId="20EBF153" w14:textId="77777777" w:rsidTr="00AB6776">
        <w:tc>
          <w:tcPr>
            <w:tcW w:w="9639" w:type="dxa"/>
          </w:tcPr>
          <w:p w14:paraId="2E201C5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Wczesne dzieciństwo: okres niemowlęcy i </w:t>
            </w:r>
            <w:proofErr w:type="spellStart"/>
            <w:r w:rsidRPr="00E715F2"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0C0F8F57" w14:textId="77777777" w:rsidTr="00AB6776">
        <w:tc>
          <w:tcPr>
            <w:tcW w:w="9639" w:type="dxa"/>
          </w:tcPr>
          <w:p w14:paraId="1695CE14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Średnie dzieciństwo. Wiek przedszkolny.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69F1966E" w14:textId="77777777" w:rsidTr="00AB6776">
        <w:tc>
          <w:tcPr>
            <w:tcW w:w="9639" w:type="dxa"/>
          </w:tcPr>
          <w:p w14:paraId="4BFAA750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Późne dzieciństwo. Młodszy wiek 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47116C49" w14:textId="77777777" w:rsidTr="00AB6776">
        <w:tc>
          <w:tcPr>
            <w:tcW w:w="9639" w:type="dxa"/>
          </w:tcPr>
          <w:p w14:paraId="7424E92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 Adolescencja wczesna i późna.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3A4CB044" w14:textId="77777777" w:rsidTr="00AB6776">
        <w:tc>
          <w:tcPr>
            <w:tcW w:w="9639" w:type="dxa"/>
          </w:tcPr>
          <w:p w14:paraId="027414C0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Wczesna dorosłość. </w:t>
            </w:r>
            <w:r>
              <w:rPr>
                <w:rFonts w:ascii="Corbel" w:hAnsi="Corbel"/>
                <w:sz w:val="24"/>
                <w:szCs w:val="24"/>
              </w:rPr>
              <w:t>Ujęcie biopsychiczne.</w:t>
            </w:r>
          </w:p>
        </w:tc>
      </w:tr>
      <w:tr w:rsidR="005C6AC0" w:rsidRPr="009C54AE" w14:paraId="0E797956" w14:textId="77777777" w:rsidTr="00AB6776">
        <w:tc>
          <w:tcPr>
            <w:tcW w:w="9639" w:type="dxa"/>
          </w:tcPr>
          <w:p w14:paraId="2B12E21F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Średnia dorosłość, wiek średni.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111C92A6" w14:textId="77777777" w:rsidTr="00AB6776">
        <w:tc>
          <w:tcPr>
            <w:tcW w:w="9639" w:type="dxa"/>
          </w:tcPr>
          <w:p w14:paraId="653082F3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Późna dorosłość. Starość.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</w:tbl>
    <w:p w14:paraId="1032B3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AAF9BE" w14:textId="7B226DDF" w:rsidR="0085747A" w:rsidRPr="009C54AE" w:rsidRDefault="009F4610" w:rsidP="00957A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3E39C4" w14:textId="77777777" w:rsidR="005C6AC0" w:rsidRPr="00C039F1" w:rsidRDefault="005C6AC0" w:rsidP="005C6AC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Pr="00C039F1">
        <w:rPr>
          <w:rFonts w:ascii="Corbel" w:hAnsi="Corbel"/>
          <w:b w:val="0"/>
          <w:smallCaps w:val="0"/>
          <w:szCs w:val="24"/>
        </w:rPr>
        <w:t>y: wykład z prezentacją multimedialną</w:t>
      </w:r>
    </w:p>
    <w:p w14:paraId="733AFD79" w14:textId="77777777" w:rsidR="005C6AC0" w:rsidRDefault="005C6AC0" w:rsidP="005C6A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39F1">
        <w:rPr>
          <w:rFonts w:ascii="Corbel" w:hAnsi="Corbel"/>
          <w:b w:val="0"/>
          <w:smallCaps w:val="0"/>
          <w:szCs w:val="24"/>
        </w:rPr>
        <w:t>Ćwiczenia audytoryjne: prezentacja multimedialna, dyskusja</w:t>
      </w:r>
    </w:p>
    <w:p w14:paraId="5EB5C7F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603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D8460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7E3FF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69B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BF73284" w14:textId="77777777" w:rsidTr="00C05F44">
        <w:tc>
          <w:tcPr>
            <w:tcW w:w="1985" w:type="dxa"/>
            <w:vAlign w:val="center"/>
          </w:tcPr>
          <w:p w14:paraId="1A9EA9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D3FB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7379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03408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CF0B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03A8" w:rsidRPr="009C54AE" w14:paraId="5C600266" w14:textId="77777777" w:rsidTr="00C05F44">
        <w:tc>
          <w:tcPr>
            <w:tcW w:w="1985" w:type="dxa"/>
          </w:tcPr>
          <w:p w14:paraId="2559AF9F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CB32D0B" w14:textId="77777777" w:rsidR="006A03A8" w:rsidRPr="006A03A8" w:rsidRDefault="006A03A8" w:rsidP="006A03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14:paraId="00D3E760" w14:textId="77777777" w:rsidR="006A03A8" w:rsidRPr="009C54AE" w:rsidRDefault="006A03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W.</w:t>
            </w:r>
          </w:p>
        </w:tc>
      </w:tr>
      <w:tr w:rsidR="006A03A8" w:rsidRPr="009C54AE" w14:paraId="3861AF9D" w14:textId="77777777" w:rsidTr="00C05F44">
        <w:tc>
          <w:tcPr>
            <w:tcW w:w="1985" w:type="dxa"/>
          </w:tcPr>
          <w:p w14:paraId="6A48E98E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A34E47A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6A03A8" w:rsidRPr="006A03A8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2A2DC169" w14:textId="77777777" w:rsidR="006A03A8" w:rsidRPr="009C54AE" w:rsidRDefault="007449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Ćw.,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14:paraId="4A54F6D4" w14:textId="77777777" w:rsidTr="00C05F44">
        <w:tc>
          <w:tcPr>
            <w:tcW w:w="1985" w:type="dxa"/>
          </w:tcPr>
          <w:p w14:paraId="169AE50B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14:paraId="4F5183A7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14:paraId="05348167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6A03A8" w:rsidRPr="009C54AE" w14:paraId="47C89002" w14:textId="77777777" w:rsidTr="00C05F44">
        <w:tc>
          <w:tcPr>
            <w:tcW w:w="1985" w:type="dxa"/>
          </w:tcPr>
          <w:p w14:paraId="388DF583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9107BE8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6E3A8A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14:paraId="131D4DE9" w14:textId="77777777" w:rsidTr="00C05F44">
        <w:tc>
          <w:tcPr>
            <w:tcW w:w="1985" w:type="dxa"/>
          </w:tcPr>
          <w:p w14:paraId="74496854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</w:tcPr>
          <w:p w14:paraId="3F3442EB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dyskusja</w:t>
            </w:r>
          </w:p>
        </w:tc>
        <w:tc>
          <w:tcPr>
            <w:tcW w:w="2126" w:type="dxa"/>
          </w:tcPr>
          <w:p w14:paraId="52F81A7F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</w:tbl>
    <w:p w14:paraId="664299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198D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43CF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932CD" w:rsidRPr="009C54AE" w14:paraId="1754CDAC" w14:textId="77777777" w:rsidTr="00A932CD">
        <w:tc>
          <w:tcPr>
            <w:tcW w:w="9670" w:type="dxa"/>
          </w:tcPr>
          <w:p w14:paraId="5B6B4EE9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Wykład:</w:t>
            </w:r>
          </w:p>
          <w:p w14:paraId="3EBF2008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3CA627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pisemny:</w:t>
            </w:r>
          </w:p>
          <w:p w14:paraId="42BEF870" w14:textId="77777777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4DCB76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83417D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14:paraId="28742729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14:paraId="0B0F2611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14:paraId="5F34094E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55D8D7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Ćwiczenia audytoryjne:</w:t>
            </w:r>
          </w:p>
          <w:p w14:paraId="7A6C9255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36CC1A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Prezentacja multimedialna:</w:t>
            </w:r>
          </w:p>
          <w:p w14:paraId="7B40D9C8" w14:textId="77777777" w:rsidR="00A932CD" w:rsidRPr="00C039F1" w:rsidRDefault="00A932CD" w:rsidP="00C477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dekwatność względem tematu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zrozumienia tematu</w:t>
            </w:r>
            <w:r w:rsidR="00C477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EFD3C8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9C5886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(pytania otwarte)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0FD07B7" w14:textId="77777777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1DCBB4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1C722A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14:paraId="2E546A75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14:paraId="7784E2FE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14:paraId="400517F8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755BF0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Prezentacja obowiązkowa, na zaliczenie.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ńcowa stanowi średnią z ocen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z kolokwiów.</w:t>
            </w:r>
          </w:p>
        </w:tc>
      </w:tr>
    </w:tbl>
    <w:p w14:paraId="2B62F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3462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9752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EF72D5" w14:textId="77777777" w:rsidTr="003E1941">
        <w:tc>
          <w:tcPr>
            <w:tcW w:w="4962" w:type="dxa"/>
            <w:vAlign w:val="center"/>
          </w:tcPr>
          <w:p w14:paraId="2733E8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5877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932CD" w:rsidRPr="009C54AE" w14:paraId="6807DE5B" w14:textId="77777777" w:rsidTr="00923D7D">
        <w:tc>
          <w:tcPr>
            <w:tcW w:w="4962" w:type="dxa"/>
          </w:tcPr>
          <w:p w14:paraId="1E150C9A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9144C4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932CD" w:rsidRPr="009C54AE" w14:paraId="5AE75D5B" w14:textId="77777777" w:rsidTr="00923D7D">
        <w:tc>
          <w:tcPr>
            <w:tcW w:w="4962" w:type="dxa"/>
          </w:tcPr>
          <w:p w14:paraId="10EA2A05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5AB6F2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290D12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932CD" w:rsidRPr="009C54AE" w14:paraId="163F5E4C" w14:textId="77777777" w:rsidTr="00923D7D">
        <w:tc>
          <w:tcPr>
            <w:tcW w:w="4962" w:type="dxa"/>
          </w:tcPr>
          <w:p w14:paraId="78F55987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787857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AD9BD0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A932CD" w:rsidRPr="009C54AE" w14:paraId="5798B460" w14:textId="77777777" w:rsidTr="00923D7D">
        <w:tc>
          <w:tcPr>
            <w:tcW w:w="4962" w:type="dxa"/>
          </w:tcPr>
          <w:p w14:paraId="18113406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05764F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932CD" w:rsidRPr="009C54AE" w14:paraId="30CC0AB2" w14:textId="77777777" w:rsidTr="00923D7D">
        <w:tc>
          <w:tcPr>
            <w:tcW w:w="4962" w:type="dxa"/>
          </w:tcPr>
          <w:p w14:paraId="184CB47F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B53C02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C30C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CB3E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A21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5C92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403BD6F" w14:textId="77777777" w:rsidTr="0071620A">
        <w:trPr>
          <w:trHeight w:val="397"/>
        </w:trPr>
        <w:tc>
          <w:tcPr>
            <w:tcW w:w="3544" w:type="dxa"/>
          </w:tcPr>
          <w:p w14:paraId="107C29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451A04" w14:textId="77777777" w:rsidR="0085747A" w:rsidRPr="009C54AE" w:rsidRDefault="006E0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B9DA232" w14:textId="77777777" w:rsidTr="0071620A">
        <w:trPr>
          <w:trHeight w:val="397"/>
        </w:trPr>
        <w:tc>
          <w:tcPr>
            <w:tcW w:w="3544" w:type="dxa"/>
          </w:tcPr>
          <w:p w14:paraId="3E8704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CE5ED" w14:textId="77777777" w:rsidR="0085747A" w:rsidRPr="009C54AE" w:rsidRDefault="006E0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641DA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145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590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4DA50C3" w14:textId="77777777" w:rsidTr="0071620A">
        <w:trPr>
          <w:trHeight w:val="397"/>
        </w:trPr>
        <w:tc>
          <w:tcPr>
            <w:tcW w:w="7513" w:type="dxa"/>
          </w:tcPr>
          <w:p w14:paraId="2DF0C678" w14:textId="77777777" w:rsidR="0085747A" w:rsidRDefault="0085747A" w:rsidP="006E0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FABFB1" w14:textId="77777777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Harwas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-Napierała B., </w:t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 (2000)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2. Charakterystyka okresów życia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Warszawa.</w:t>
            </w:r>
          </w:p>
          <w:p w14:paraId="16989177" w14:textId="77777777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Harwas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-Napierała B., </w:t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 (2002)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3. Rozwój funkcji psychicznych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Warszawa.</w:t>
            </w:r>
          </w:p>
          <w:p w14:paraId="7611437D" w14:textId="77777777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Jopkiewicz A., Suliga E. (2005)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tytutu Technologii Eksploatacji,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Radom-Kielce.</w:t>
            </w:r>
          </w:p>
          <w:p w14:paraId="0F571AA2" w14:textId="77777777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Kalat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(2011)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podstawy psychologii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owe PWN,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Warszawa.</w:t>
            </w:r>
          </w:p>
          <w:p w14:paraId="1BA57506" w14:textId="77777777" w:rsidR="00A932CD" w:rsidRPr="000B2686" w:rsidRDefault="00A932CD" w:rsidP="00A932CD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Krawczyński M. (2003)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Wzrastanie, dojrzewanie i sprawność fizyczna dzieci i młodzieży w Polsce na przełomie XIX i XX wieku.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development and physical fitness of children and adolescents in Poland in the turn of the 20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vertAlign w:val="superscript"/>
                <w:lang w:val="en-US"/>
              </w:rPr>
              <w:t>th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century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="00A242BE" w:rsidRP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„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Endokrynologia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Pediatryczna</w:t>
            </w:r>
            <w:proofErr w:type="spellEnd"/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A242BE" w:rsidRP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Pediatric Endocrinology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vol. 2/2003, nr I (2), 9-16.</w:t>
            </w:r>
          </w:p>
          <w:p w14:paraId="35871530" w14:textId="77777777" w:rsidR="00A932CD" w:rsidRDefault="00A932CD" w:rsidP="00A932CD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Przetacznik-Gierowska M., Tyszkowa M. (2006) </w:t>
            </w:r>
            <w:r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1. Zagadnienia ogólne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</w:t>
            </w:r>
            <w:r w:rsidR="00A242BE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Warszawa.</w:t>
            </w:r>
          </w:p>
          <w:p w14:paraId="1A449A26" w14:textId="77777777" w:rsidR="006E059A" w:rsidRPr="009C54AE" w:rsidRDefault="00A242BE" w:rsidP="00A24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  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J.S., </w:t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Helms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D.B. (1999)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awnictwa Szkolne i Pedagogiczne, 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06AC0D7" w14:textId="77777777" w:rsidTr="0071620A">
        <w:trPr>
          <w:trHeight w:val="397"/>
        </w:trPr>
        <w:tc>
          <w:tcPr>
            <w:tcW w:w="7513" w:type="dxa"/>
          </w:tcPr>
          <w:p w14:paraId="56592214" w14:textId="77777777" w:rsidR="00A932CD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7D3FEB" w14:textId="77777777" w:rsidR="00A932CD" w:rsidRDefault="00B73908" w:rsidP="00B73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         Kaczmarek M., Wolański N. (2018) </w:t>
            </w:r>
            <w:r w:rsidRPr="003D2A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Warszawa.</w:t>
            </w:r>
          </w:p>
          <w:p w14:paraId="4409EE5E" w14:textId="77777777" w:rsidR="00A932CD" w:rsidRPr="000B2686" w:rsidRDefault="00B73908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Sadowski B. (2009)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mechanizmy zachowania ludzi i zwierząt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</w:t>
            </w:r>
            <w:r w:rsidR="00A242BE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Warszawa.</w:t>
            </w:r>
          </w:p>
          <w:p w14:paraId="4C0A5760" w14:textId="77777777" w:rsidR="00A932CD" w:rsidRPr="000B2686" w:rsidRDefault="00B73908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Vasta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Haith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M.M., Miller S.A. (1995)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dziecka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awnictwa Szkolne i Pedagogiczne,</w:t>
            </w:r>
            <w:r w:rsidR="00A242BE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Warszawa.</w:t>
            </w:r>
          </w:p>
          <w:p w14:paraId="43C6E5CD" w14:textId="77777777" w:rsidR="00F84E7F" w:rsidRPr="00F84E7F" w:rsidRDefault="00B73908" w:rsidP="00A24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Wolański N. (2005)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człowieka: podstawy auksologii, gerontologii i promocji zdrowia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Warszawa.</w:t>
            </w:r>
          </w:p>
        </w:tc>
      </w:tr>
    </w:tbl>
    <w:p w14:paraId="5A74C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65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335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6B58" w14:textId="77777777" w:rsidR="004D3FFE" w:rsidRDefault="004D3FFE" w:rsidP="00C16ABF">
      <w:pPr>
        <w:spacing w:after="0" w:line="240" w:lineRule="auto"/>
      </w:pPr>
      <w:r>
        <w:separator/>
      </w:r>
    </w:p>
  </w:endnote>
  <w:endnote w:type="continuationSeparator" w:id="0">
    <w:p w14:paraId="191A1D0C" w14:textId="77777777" w:rsidR="004D3FFE" w:rsidRDefault="004D3F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1467" w14:textId="77777777" w:rsidR="004D3FFE" w:rsidRDefault="004D3FFE" w:rsidP="00C16ABF">
      <w:pPr>
        <w:spacing w:after="0" w:line="240" w:lineRule="auto"/>
      </w:pPr>
      <w:r>
        <w:separator/>
      </w:r>
    </w:p>
  </w:footnote>
  <w:footnote w:type="continuationSeparator" w:id="0">
    <w:p w14:paraId="681B85FB" w14:textId="77777777" w:rsidR="004D3FFE" w:rsidRDefault="004D3FFE" w:rsidP="00C16ABF">
      <w:pPr>
        <w:spacing w:after="0" w:line="240" w:lineRule="auto"/>
      </w:pPr>
      <w:r>
        <w:continuationSeparator/>
      </w:r>
    </w:p>
  </w:footnote>
  <w:footnote w:id="1">
    <w:p w14:paraId="6557463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D3956"/>
    <w:multiLevelType w:val="hybridMultilevel"/>
    <w:tmpl w:val="A088FD06"/>
    <w:lvl w:ilvl="0" w:tplc="259417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D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4B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AB"/>
    <w:rsid w:val="00192F37"/>
    <w:rsid w:val="001A70D2"/>
    <w:rsid w:val="001B2A00"/>
    <w:rsid w:val="001D5663"/>
    <w:rsid w:val="001D657B"/>
    <w:rsid w:val="001D7B54"/>
    <w:rsid w:val="001E0209"/>
    <w:rsid w:val="001F2B76"/>
    <w:rsid w:val="001F2CA2"/>
    <w:rsid w:val="002144C0"/>
    <w:rsid w:val="0022477D"/>
    <w:rsid w:val="002278A9"/>
    <w:rsid w:val="002336F9"/>
    <w:rsid w:val="0024028F"/>
    <w:rsid w:val="00244ABC"/>
    <w:rsid w:val="0025602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02"/>
    <w:rsid w:val="0041438C"/>
    <w:rsid w:val="00414E3C"/>
    <w:rsid w:val="0042244A"/>
    <w:rsid w:val="0042745A"/>
    <w:rsid w:val="00431D5C"/>
    <w:rsid w:val="004362C6"/>
    <w:rsid w:val="00437FA2"/>
    <w:rsid w:val="0044364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847"/>
    <w:rsid w:val="004B5B40"/>
    <w:rsid w:val="004D3FFE"/>
    <w:rsid w:val="004D5282"/>
    <w:rsid w:val="004F1551"/>
    <w:rsid w:val="004F55A3"/>
    <w:rsid w:val="0050496F"/>
    <w:rsid w:val="00513B6F"/>
    <w:rsid w:val="00517C63"/>
    <w:rsid w:val="00530D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6AC0"/>
    <w:rsid w:val="005E6E85"/>
    <w:rsid w:val="005F31D2"/>
    <w:rsid w:val="0061029B"/>
    <w:rsid w:val="00617230"/>
    <w:rsid w:val="00621CE1"/>
    <w:rsid w:val="00627FC9"/>
    <w:rsid w:val="00637CD8"/>
    <w:rsid w:val="00647FA8"/>
    <w:rsid w:val="00650C5F"/>
    <w:rsid w:val="00654934"/>
    <w:rsid w:val="006620D9"/>
    <w:rsid w:val="00671958"/>
    <w:rsid w:val="00675843"/>
    <w:rsid w:val="00696477"/>
    <w:rsid w:val="006A03A8"/>
    <w:rsid w:val="006D050F"/>
    <w:rsid w:val="006D6139"/>
    <w:rsid w:val="006E059A"/>
    <w:rsid w:val="006E1D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918"/>
    <w:rsid w:val="00745302"/>
    <w:rsid w:val="007461D6"/>
    <w:rsid w:val="00746EC8"/>
    <w:rsid w:val="00763BF1"/>
    <w:rsid w:val="00766FD4"/>
    <w:rsid w:val="0078168C"/>
    <w:rsid w:val="00787C2A"/>
    <w:rsid w:val="00790E27"/>
    <w:rsid w:val="007948F5"/>
    <w:rsid w:val="007A4022"/>
    <w:rsid w:val="007A6E6E"/>
    <w:rsid w:val="007B66E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5C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34"/>
    <w:rsid w:val="00997F14"/>
    <w:rsid w:val="009A442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9A6"/>
    <w:rsid w:val="00A06CF8"/>
    <w:rsid w:val="00A155EE"/>
    <w:rsid w:val="00A2245B"/>
    <w:rsid w:val="00A242B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CD"/>
    <w:rsid w:val="00A97DE1"/>
    <w:rsid w:val="00AB053C"/>
    <w:rsid w:val="00AC5BF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5A5"/>
    <w:rsid w:val="00B40ADB"/>
    <w:rsid w:val="00B43B77"/>
    <w:rsid w:val="00B43E80"/>
    <w:rsid w:val="00B607DB"/>
    <w:rsid w:val="00B66529"/>
    <w:rsid w:val="00B7390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D7D"/>
    <w:rsid w:val="00C05F44"/>
    <w:rsid w:val="00C131B5"/>
    <w:rsid w:val="00C1611A"/>
    <w:rsid w:val="00C16ABF"/>
    <w:rsid w:val="00C170AE"/>
    <w:rsid w:val="00C21DC4"/>
    <w:rsid w:val="00C26CB7"/>
    <w:rsid w:val="00C32493"/>
    <w:rsid w:val="00C324C1"/>
    <w:rsid w:val="00C36992"/>
    <w:rsid w:val="00C477FC"/>
    <w:rsid w:val="00C56036"/>
    <w:rsid w:val="00C61DC5"/>
    <w:rsid w:val="00C67E92"/>
    <w:rsid w:val="00C70A26"/>
    <w:rsid w:val="00C766DF"/>
    <w:rsid w:val="00C94B98"/>
    <w:rsid w:val="00CA20CF"/>
    <w:rsid w:val="00CA2B96"/>
    <w:rsid w:val="00CA5089"/>
    <w:rsid w:val="00CD6897"/>
    <w:rsid w:val="00CE4BE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6415"/>
    <w:rsid w:val="00E21E7D"/>
    <w:rsid w:val="00E22FBC"/>
    <w:rsid w:val="00E24BF5"/>
    <w:rsid w:val="00E25338"/>
    <w:rsid w:val="00E51E44"/>
    <w:rsid w:val="00E63348"/>
    <w:rsid w:val="00E742AA"/>
    <w:rsid w:val="00E7551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59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7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109D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E4BE3"/>
    <w:pPr>
      <w:widowControl w:val="0"/>
      <w:suppressAutoHyphens/>
      <w:autoSpaceDN w:val="0"/>
    </w:pPr>
    <w:rPr>
      <w:rFonts w:eastAsia="Times New Roman" w:cs="Tahoma"/>
      <w:color w:val="000000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A037D5-C78E-40B5-9780-C9B1FA62A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FB3F16-881F-4E7B-BC46-FED84E3570AB}"/>
</file>

<file path=customXml/itemProps3.xml><?xml version="1.0" encoding="utf-8"?>
<ds:datastoreItem xmlns:ds="http://schemas.openxmlformats.org/officeDocument/2006/customXml" ds:itemID="{651CD2DF-1D07-4050-B5E1-CC9FAFFA8BA3}"/>
</file>

<file path=customXml/itemProps4.xml><?xml version="1.0" encoding="utf-8"?>
<ds:datastoreItem xmlns:ds="http://schemas.openxmlformats.org/officeDocument/2006/customXml" ds:itemID="{E6986E75-0790-45A6-94A1-0A55EBF0978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1218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2021-09-30T13:56:00Z</dcterms:created>
  <dcterms:modified xsi:type="dcterms:W3CDTF">2021-10-01T12:31:00Z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